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1E863A4"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00D57FD1">
        <w:rPr>
          <w:b/>
          <w:lang w:val="en-GB"/>
        </w:rPr>
        <w:t xml:space="preserve"> 17-ss001-26</w:t>
      </w:r>
      <w:r w:rsidRPr="007F3777">
        <w:rPr>
          <w:lang w:val="en-GB"/>
        </w:rPr>
        <w:tab/>
      </w:r>
      <w:bookmarkEnd w:id="0"/>
      <w:bookmarkEnd w:id="1"/>
      <w:bookmarkEnd w:id="2"/>
      <w:bookmarkEnd w:id="3"/>
      <w:r w:rsidR="00FF658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A9C33" w14:textId="77777777" w:rsidR="00182884" w:rsidRDefault="00182884">
      <w:r>
        <w:separator/>
      </w:r>
    </w:p>
  </w:endnote>
  <w:endnote w:type="continuationSeparator" w:id="0">
    <w:p w14:paraId="3F0EB7AD" w14:textId="77777777" w:rsidR="00182884" w:rsidRDefault="00182884">
      <w:r>
        <w:continuationSeparator/>
      </w:r>
    </w:p>
  </w:endnote>
  <w:endnote w:type="continuationNotice" w:id="1">
    <w:p w14:paraId="204FE55F" w14:textId="77777777" w:rsidR="00182884" w:rsidRDefault="00182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8321037" w:rsidR="00133D55" w:rsidRDefault="00133D55" w:rsidP="004878F3">
    <w:pPr>
      <w:pStyle w:val="Footer"/>
    </w:pPr>
    <w:r>
      <w:fldChar w:fldCharType="begin"/>
    </w:r>
    <w:r>
      <w:instrText xml:space="preserve"> DATE \@ "yyyy-MM-dd" </w:instrText>
    </w:r>
    <w:r>
      <w:fldChar w:fldCharType="separate"/>
    </w:r>
    <w:r w:rsidR="00D57FD1">
      <w:rPr>
        <w:noProof/>
      </w:rPr>
      <w:t>2026-01-23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B48D7" w14:textId="77777777" w:rsidR="00182884" w:rsidRDefault="00182884">
      <w:r>
        <w:separator/>
      </w:r>
    </w:p>
  </w:footnote>
  <w:footnote w:type="continuationSeparator" w:id="0">
    <w:p w14:paraId="7A99A379" w14:textId="77777777" w:rsidR="00182884" w:rsidRDefault="00182884">
      <w:r>
        <w:continuationSeparator/>
      </w:r>
    </w:p>
  </w:footnote>
  <w:footnote w:type="continuationNotice" w:id="1">
    <w:p w14:paraId="6257C0C7" w14:textId="77777777" w:rsidR="00182884" w:rsidRDefault="0018288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2884"/>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D5E"/>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57FD1"/>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986</Words>
  <Characters>5623</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2020-07-06T12:43:00Z</dcterms:created>
  <dcterms:modified xsi:type="dcterms:W3CDTF">2026-01-23T02:37:00Z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